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400800" cy="3130905"/>
                <wp:effectExtent l="0" t="0" r="19050" b="1270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313090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7in;height:24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" filled="f" strokecolor="#7030a0" strokeweight="1pt"/>
            </w:pict>
          </mc:Fallback>
        </mc:AlternateContent>
      </w:r>
      <w:r w:rsidR="00F723D3">
        <w:rPr>
          <w:rFonts w:ascii="Arial" w:hAnsi="Arial" w:cs="Arial"/>
          <w:b/>
          <w:color w:val="7030A0"/>
          <w:sz w:val="28"/>
          <w:szCs w:val="28"/>
        </w:rPr>
        <w:t xml:space="preserve">RYTHME ET BOULET DES </w:t>
      </w:r>
      <w:r w:rsidR="00F723D3" w:rsidRPr="00F723D3">
        <w:rPr>
          <w:rFonts w:ascii="Arial" w:hAnsi="Arial" w:cs="Arial"/>
          <w:b/>
          <w:color w:val="7030A0"/>
          <w:sz w:val="28"/>
          <w:szCs w:val="28"/>
        </w:rPr>
        <w:t>CHIFFRES</w:t>
      </w:r>
    </w:p>
    <w:p w:rsidR="004B3F3D" w:rsidRDefault="004B3F3D" w:rsidP="007D7048">
      <w:pPr>
        <w:spacing w:line="240" w:lineRule="auto"/>
        <w:jc w:val="both"/>
        <w:rPr>
          <w:rFonts w:ascii="Arial" w:hAnsi="Arial" w:cs="Arial"/>
        </w:rPr>
      </w:pPr>
    </w:p>
    <w:p w:rsidR="00687DE3" w:rsidRPr="005F791F" w:rsidRDefault="007D7048" w:rsidP="007D7048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F791F">
        <w:rPr>
          <w:rFonts w:ascii="Arial" w:hAnsi="Arial" w:cs="Arial"/>
          <w:color w:val="000000" w:themeColor="text1"/>
        </w:rPr>
        <w:t>"Rythme &amp; Boulet" revis</w:t>
      </w:r>
      <w:r w:rsidR="00986214">
        <w:rPr>
          <w:rFonts w:ascii="Arial" w:hAnsi="Arial" w:cs="Arial"/>
          <w:color w:val="000000" w:themeColor="text1"/>
        </w:rPr>
        <w:t>ité avec des chiffres en espagnol</w:t>
      </w:r>
      <w:r w:rsidR="005F791F">
        <w:rPr>
          <w:rFonts w:ascii="Arial" w:hAnsi="Arial" w:cs="Arial"/>
          <w:color w:val="000000" w:themeColor="text1"/>
        </w:rPr>
        <w:t xml:space="preserve"> : </w:t>
      </w:r>
      <w:r w:rsidRPr="005F791F">
        <w:rPr>
          <w:rFonts w:ascii="Arial" w:hAnsi="Arial" w:cs="Arial"/>
          <w:color w:val="000000" w:themeColor="text1"/>
        </w:rPr>
        <w:t xml:space="preserve">un jeu de rythme et </w:t>
      </w:r>
      <w:r w:rsidR="005F791F">
        <w:rPr>
          <w:rFonts w:ascii="Arial" w:hAnsi="Arial" w:cs="Arial"/>
          <w:color w:val="000000" w:themeColor="text1"/>
        </w:rPr>
        <w:t xml:space="preserve"> </w:t>
      </w:r>
      <w:r w:rsidR="00A74EC4">
        <w:rPr>
          <w:rFonts w:ascii="Arial" w:hAnsi="Arial" w:cs="Arial"/>
          <w:color w:val="000000" w:themeColor="text1"/>
        </w:rPr>
        <w:t xml:space="preserve">d'attention, </w:t>
      </w:r>
      <w:proofErr w:type="spellStart"/>
      <w:r w:rsidRPr="005F791F">
        <w:rPr>
          <w:rFonts w:ascii="Arial" w:hAnsi="Arial" w:cs="Arial"/>
          <w:color w:val="000000" w:themeColor="text1"/>
        </w:rPr>
        <w:t>prêt</w:t>
      </w:r>
      <w:r w:rsidR="00D2411E">
        <w:rPr>
          <w:rFonts w:ascii="Arial" w:hAnsi="Arial" w:cs="Arial"/>
          <w:color w:val="000000" w:themeColor="text1"/>
        </w:rPr>
        <w:t>-</w:t>
      </w:r>
      <w:r w:rsidRPr="005F791F">
        <w:rPr>
          <w:rFonts w:ascii="Arial" w:hAnsi="Arial" w:cs="Arial"/>
          <w:color w:val="000000" w:themeColor="text1"/>
        </w:rPr>
        <w:t>e</w:t>
      </w:r>
      <w:proofErr w:type="spellEnd"/>
      <w:r w:rsidRPr="005F791F">
        <w:rPr>
          <w:rFonts w:ascii="Arial" w:hAnsi="Arial" w:cs="Arial"/>
          <w:color w:val="000000" w:themeColor="text1"/>
        </w:rPr>
        <w:t xml:space="preserve"> à relever le défi ?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5F791F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</w:t>
      </w:r>
      <w:r w:rsidR="00A74EC4">
        <w:rPr>
          <w:rFonts w:ascii="Arial" w:hAnsi="Arial" w:cs="Arial"/>
        </w:rPr>
        <w:t>, L2</w:t>
      </w:r>
      <w:r>
        <w:rPr>
          <w:rFonts w:ascii="Arial" w:hAnsi="Arial" w:cs="Arial"/>
        </w:rPr>
        <w:t xml:space="preserve"> 23, L2 24, L3 23,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EA1DC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5F791F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5F791F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5F791F">
        <w:rPr>
          <w:rFonts w:ascii="Arial" w:hAnsi="Arial" w:cs="Arial"/>
        </w:rPr>
        <w:t>A 21MU, A 24MU</w:t>
      </w:r>
    </w:p>
    <w:p w:rsidR="0094240B" w:rsidRPr="0094240B" w:rsidRDefault="00EA1DC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5F791F">
        <w:rPr>
          <w:rFonts w:ascii="Arial" w:hAnsi="Arial" w:cs="Arial"/>
        </w:rPr>
        <w:t>CM24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5F791F">
        <w:rPr>
          <w:rFonts w:ascii="Arial" w:hAnsi="Arial" w:cs="Arial"/>
        </w:rPr>
        <w:t>FG 24, FG 25, FG 28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5F791F">
        <w:rPr>
          <w:rFonts w:ascii="Arial" w:hAnsi="Arial" w:cs="Arial"/>
        </w:rPr>
        <w:t xml:space="preserve"> Communication, collaboration, stratégie</w:t>
      </w:r>
      <w:r w:rsidR="009C1C28">
        <w:rPr>
          <w:rFonts w:ascii="Arial" w:hAnsi="Arial" w:cs="Arial"/>
        </w:rPr>
        <w:t>s</w:t>
      </w:r>
      <w:bookmarkStart w:id="0" w:name="_GoBack"/>
      <w:bookmarkEnd w:id="0"/>
      <w:r w:rsidR="005F791F">
        <w:rPr>
          <w:rFonts w:ascii="Arial" w:hAnsi="Arial" w:cs="Arial"/>
        </w:rPr>
        <w:t xml:space="preserve">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093FD4" w:rsidRDefault="00093FD4" w:rsidP="00093FD4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986214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"chiffres en espagnol</w:t>
      </w:r>
      <w:r w:rsidR="00F723D3">
        <w:rPr>
          <w:rFonts w:ascii="Arial" w:hAnsi="Arial" w:cs="Arial"/>
          <w:b/>
        </w:rPr>
        <w:t xml:space="preserve">" </w:t>
      </w:r>
    </w:p>
    <w:p w:rsidR="004B3F3D" w:rsidRPr="00A74EC4" w:rsidRDefault="004B3F3D" w:rsidP="00A74EC4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433" w:rsidRDefault="00666433" w:rsidP="00687DE3">
      <w:pPr>
        <w:spacing w:after="0" w:line="240" w:lineRule="auto"/>
      </w:pPr>
      <w:r>
        <w:separator/>
      </w:r>
    </w:p>
  </w:endnote>
  <w:endnote w:type="continuationSeparator" w:id="0">
    <w:p w:rsidR="00666433" w:rsidRDefault="0066643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433" w:rsidRDefault="00666433" w:rsidP="00687DE3">
      <w:pPr>
        <w:spacing w:after="0" w:line="240" w:lineRule="auto"/>
      </w:pPr>
      <w:r>
        <w:separator/>
      </w:r>
    </w:p>
  </w:footnote>
  <w:footnote w:type="continuationSeparator" w:id="0">
    <w:p w:rsidR="00666433" w:rsidRDefault="0066643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93FD4"/>
    <w:rsid w:val="00147EFB"/>
    <w:rsid w:val="001A4A00"/>
    <w:rsid w:val="003F707B"/>
    <w:rsid w:val="004163C9"/>
    <w:rsid w:val="004B3F3D"/>
    <w:rsid w:val="00507F03"/>
    <w:rsid w:val="005F791F"/>
    <w:rsid w:val="00666433"/>
    <w:rsid w:val="00687DE3"/>
    <w:rsid w:val="00716697"/>
    <w:rsid w:val="007D7048"/>
    <w:rsid w:val="0094240B"/>
    <w:rsid w:val="00986214"/>
    <w:rsid w:val="009C1C28"/>
    <w:rsid w:val="00A72647"/>
    <w:rsid w:val="00A74EC4"/>
    <w:rsid w:val="00D2411E"/>
    <w:rsid w:val="00D61C79"/>
    <w:rsid w:val="00D660C8"/>
    <w:rsid w:val="00D66E5A"/>
    <w:rsid w:val="00D75DB1"/>
    <w:rsid w:val="00DF5E50"/>
    <w:rsid w:val="00EA1DC0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5CADCC7C.dotm</Template>
  <TotalTime>0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2019-07-22T08:33:00Z</dcterms:created>
  <dcterms:modified xsi:type="dcterms:W3CDTF">2019-07-29T06:45:00Z</dcterms:modified>
</cp:coreProperties>
</file>